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CCFBFD4190BD42A2B28E90CCC996420D"/>
        </w:placeholder>
        <w:text w:multiLine="1"/>
      </w:sdtPr>
      <w:sdtEndPr>
        <w:rPr>
          <w:rStyle w:val="PNNzevakce"/>
        </w:rPr>
      </w:sdtEndPr>
      <w:sdtContent>
        <w:p w14:paraId="2D790878" w14:textId="2AC3951A" w:rsidR="008F4AEA" w:rsidRPr="007213E4" w:rsidRDefault="00924C78" w:rsidP="007213E4">
          <w:pPr>
            <w:pStyle w:val="PNTextzkladn"/>
            <w:rPr>
              <w:rStyle w:val="PNNzevakce"/>
            </w:rPr>
          </w:pPr>
          <w:r w:rsidRPr="00924C78">
            <w:rPr>
              <w:rStyle w:val="PNNzevakce"/>
            </w:rPr>
            <w:t>Oprava trakčního vedení v úseku Dřísy (mimo) - Všetaty (mimo)</w:t>
          </w:r>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4FFFCA21" w14:textId="63DA51C3" w:rsidR="009C08E5" w:rsidRDefault="009C08E5" w:rsidP="00EF10BA">
      <w:pPr>
        <w:pStyle w:val="PNTextzkladn"/>
      </w:pPr>
      <w:r>
        <w:t>Metodikami se rozumí metodiky definované v odst. 1.7 Smlouvy o dílo.</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0ABA9B51" w14:textId="0773BB71" w:rsidR="00C96E7C" w:rsidRDefault="005C5664" w:rsidP="00EF10BA">
      <w:pPr>
        <w:pStyle w:val="PNTextbezodsazmezer"/>
      </w:pPr>
      <w:r>
        <w:t xml:space="preserve">Miloslav Košík, Husitská 70/24, 130 00 Praha 3, e-mail: </w:t>
      </w:r>
      <w:hyperlink r:id="rId11" w:history="1">
        <w:r w:rsidRPr="003D035A">
          <w:rPr>
            <w:rStyle w:val="Hypertextovodkaz"/>
            <w:noProof w:val="0"/>
          </w:rPr>
          <w:t>KosikM@spravazeleznic.cz</w:t>
        </w:r>
      </w:hyperlink>
      <w:r>
        <w:t xml:space="preserve">, tel.: 725 794 233 </w:t>
      </w:r>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6CBBE913" w14:textId="7DEA9A97" w:rsidR="00C96E7C" w:rsidRDefault="00C96E7C" w:rsidP="00EF10BA">
      <w:pPr>
        <w:pStyle w:val="PNTextzkladn"/>
      </w:pPr>
      <w:r>
        <w:t>U zhotovování Díla, které je spolufinancováno</w:t>
      </w:r>
      <w:r w:rsidR="00582C15">
        <w:t xml:space="preserve"> z </w:t>
      </w:r>
      <w:r>
        <w:t>prostředků</w:t>
      </w:r>
      <w:r w:rsidR="00CD0C34">
        <w:t xml:space="preserve"> </w:t>
      </w:r>
      <w:r w:rsidR="005C5664">
        <w:t>SFDI</w:t>
      </w:r>
      <w:r>
        <w:t xml:space="preserve">, budou Faktury </w:t>
      </w:r>
      <w:r w:rsidRPr="00EF10BA">
        <w:t>vystaveny</w:t>
      </w:r>
      <w:r>
        <w:t xml:space="preserve">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t>Soupis zjišťovacích protokolů,</w:t>
      </w:r>
    </w:p>
    <w:p w14:paraId="38A3A57E" w14:textId="77777777" w:rsidR="00C96E7C" w:rsidRPr="001C7156" w:rsidRDefault="00C96E7C" w:rsidP="00D42C7E">
      <w:pPr>
        <w:pStyle w:val="PNOdstavecsl1a"/>
      </w:pPr>
      <w:r w:rsidRPr="005B7883">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111F44AC" w14:textId="384D4414" w:rsidR="00C96E7C" w:rsidRDefault="009C08E5" w:rsidP="00EF10BA">
      <w:pPr>
        <w:pStyle w:val="PNTextzkladn"/>
      </w:pPr>
      <w:r>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79A47BB" w14:textId="77777777"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501BC6D0" w14:textId="77777777" w:rsidR="0084163B" w:rsidRDefault="00880831" w:rsidP="001C7156">
      <w:pPr>
        <w:pStyle w:val="PNOdrka1-"/>
      </w:pPr>
      <w:r w:rsidRPr="001C7156">
        <w:t xml:space="preserve">datovou zprávou </w:t>
      </w:r>
      <w:r w:rsidRPr="00B94735">
        <w:t xml:space="preserve">na identifikátor datové schránky: </w:t>
      </w:r>
      <w:r w:rsidRPr="00097CAC">
        <w:rPr>
          <w:b/>
        </w:rPr>
        <w:t>uccchjm</w:t>
      </w:r>
      <w:r w:rsidR="0084163B">
        <w:t>,</w:t>
      </w:r>
    </w:p>
    <w:p w14:paraId="38B41712" w14:textId="77777777" w:rsidR="0084163B" w:rsidRDefault="0084163B" w:rsidP="0084163B">
      <w:pPr>
        <w:pStyle w:val="PNOdrka1-"/>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6FE5F04B" w14:textId="77777777" w:rsidR="0084163B" w:rsidRDefault="0084163B" w:rsidP="0084163B">
      <w:pPr>
        <w:pStyle w:val="Textbezslovn"/>
        <w:ind w:left="0"/>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786BD6F8" w14:textId="1207FA52" w:rsidR="00880831" w:rsidRPr="00B94735" w:rsidRDefault="00880831" w:rsidP="00F97A66">
      <w:pPr>
        <w:pStyle w:val="PNOdrka1-"/>
        <w:numPr>
          <w:ilvl w:val="0"/>
          <w:numId w:val="0"/>
        </w:numPr>
        <w:ind w:left="720"/>
      </w:pPr>
    </w:p>
    <w:p w14:paraId="5C22E91E" w14:textId="77777777" w:rsidR="00C96E7C" w:rsidRPr="00EB6216" w:rsidRDefault="00C96E7C" w:rsidP="00150E39">
      <w:pPr>
        <w:pStyle w:val="PNNadpis10bPod-l111"/>
        <w:rPr>
          <w:color w:val="00B050"/>
        </w:rPr>
      </w:pPr>
      <w:r>
        <w:t>1.1.5.6</w:t>
      </w:r>
      <w:r w:rsidR="00CF609C">
        <w:tab/>
      </w:r>
      <w:r>
        <w:t xml:space="preserve">Definice sekcí </w:t>
      </w:r>
    </w:p>
    <w:p w14:paraId="034C6A4A"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4434"/>
        <w:gridCol w:w="4434"/>
      </w:tblGrid>
      <w:tr w:rsidR="00E41EEA" w:rsidRPr="00126C15" w14:paraId="21E56F34" w14:textId="77777777" w:rsidTr="00B73299">
        <w:trPr>
          <w:cnfStyle w:val="100000000000" w:firstRow="1" w:lastRow="0" w:firstColumn="0" w:lastColumn="0" w:oddVBand="0" w:evenVBand="0" w:oddHBand="0" w:evenHBand="0" w:firstRowFirstColumn="0" w:firstRowLastColumn="0" w:lastRowFirstColumn="0" w:lastRowLastColumn="0"/>
        </w:trPr>
        <w:tc>
          <w:tcPr>
            <w:tcW w:w="4434" w:type="dxa"/>
          </w:tcPr>
          <w:p w14:paraId="25964205" w14:textId="77777777" w:rsidR="00E41EEA" w:rsidRPr="00126C15" w:rsidRDefault="00E41EEA" w:rsidP="00C8486C">
            <w:pPr>
              <w:pStyle w:val="Tabulka-9"/>
              <w:rPr>
                <w:b w:val="0"/>
              </w:rPr>
            </w:pPr>
            <w:r w:rsidRPr="00126C15">
              <w:t>Popis</w:t>
            </w:r>
          </w:p>
        </w:tc>
        <w:tc>
          <w:tcPr>
            <w:tcW w:w="4434" w:type="dxa"/>
          </w:tcPr>
          <w:p w14:paraId="106F88F2" w14:textId="77777777" w:rsidR="00E41EEA" w:rsidRPr="00126C15" w:rsidRDefault="00E41EEA" w:rsidP="00C8486C">
            <w:pPr>
              <w:pStyle w:val="Tabulka-9"/>
              <w:rPr>
                <w:b w:val="0"/>
              </w:rPr>
            </w:pPr>
            <w:r w:rsidRPr="00126C15">
              <w:t>Doba pro dokončení</w:t>
            </w:r>
          </w:p>
        </w:tc>
      </w:tr>
      <w:tr w:rsidR="00E41EEA" w14:paraId="1703D9D8" w14:textId="77777777" w:rsidTr="00B73299">
        <w:tc>
          <w:tcPr>
            <w:tcW w:w="4434" w:type="dxa"/>
          </w:tcPr>
          <w:p w14:paraId="79E7D5B6" w14:textId="77777777" w:rsidR="00E41EEA" w:rsidRPr="00194E72" w:rsidRDefault="00E41EEA" w:rsidP="00C8486C">
            <w:pPr>
              <w:pStyle w:val="Tabulka-9"/>
            </w:pPr>
            <w:r w:rsidRPr="00194E72">
              <w:t>Sekce</w:t>
            </w:r>
            <w:r w:rsidR="009A06AE" w:rsidRPr="00194E72">
              <w:t xml:space="preserve"> </w:t>
            </w:r>
            <w:r w:rsidR="001965E6" w:rsidRPr="00194E72">
              <w:t xml:space="preserve">1 </w:t>
            </w:r>
            <w:r w:rsidR="009A06AE" w:rsidRPr="001C7156">
              <w:t>stavební</w:t>
            </w:r>
          </w:p>
          <w:p w14:paraId="39805356" w14:textId="3234ECC0" w:rsidR="00E55B33" w:rsidRPr="00194E72" w:rsidRDefault="00996496" w:rsidP="00C8486C">
            <w:pPr>
              <w:pStyle w:val="Tabulka-9"/>
            </w:pPr>
            <w:r w:rsidRPr="00194E72">
              <w:t>zahrnující všechny SO</w:t>
            </w:r>
            <w:r w:rsidR="00A56447">
              <w:t xml:space="preserve"> mimo VON</w:t>
            </w:r>
          </w:p>
        </w:tc>
        <w:tc>
          <w:tcPr>
            <w:tcW w:w="4434" w:type="dxa"/>
          </w:tcPr>
          <w:p w14:paraId="17D593CA" w14:textId="49112DFF" w:rsidR="00E41EEA" w:rsidRDefault="00955D86" w:rsidP="00C8486C">
            <w:pPr>
              <w:pStyle w:val="Tabulka-9"/>
            </w:pPr>
            <w:r>
              <w:t>1</w:t>
            </w:r>
            <w:r w:rsidR="008959F3">
              <w:t>7</w:t>
            </w:r>
            <w:r>
              <w:t xml:space="preserve"> měsíců od</w:t>
            </w:r>
            <w:r w:rsidR="008959F3">
              <w:t xml:space="preserve"> </w:t>
            </w:r>
            <w:r w:rsidR="00A56447">
              <w:t>D</w:t>
            </w:r>
            <w:r w:rsidR="008959F3">
              <w:t>ata</w:t>
            </w:r>
            <w:r>
              <w:t xml:space="preserve"> zahájení prací</w:t>
            </w:r>
          </w:p>
          <w:p w14:paraId="0B09EE33" w14:textId="14DCD08B" w:rsidR="00955D86" w:rsidRPr="00194E72" w:rsidRDefault="00955D86" w:rsidP="00C8486C">
            <w:pPr>
              <w:pStyle w:val="Tabulka-9"/>
            </w:pPr>
            <w:r>
              <w:t>(předpoklad zahájení prací 03/2026)</w:t>
            </w:r>
          </w:p>
        </w:tc>
      </w:tr>
      <w:tr w:rsidR="00E41EEA" w14:paraId="221D89A9" w14:textId="77777777" w:rsidTr="00B73299">
        <w:tc>
          <w:tcPr>
            <w:tcW w:w="4434" w:type="dxa"/>
          </w:tcPr>
          <w:p w14:paraId="7ED73A8B" w14:textId="5CF54F59" w:rsidR="00E41EEA" w:rsidRDefault="00955D86" w:rsidP="00C8486C">
            <w:pPr>
              <w:pStyle w:val="Tabulka-9"/>
            </w:pPr>
            <w:r>
              <w:t>Dokončení Díla</w:t>
            </w:r>
          </w:p>
          <w:p w14:paraId="09C8F99B" w14:textId="278F69B9" w:rsidR="00955D86" w:rsidRPr="00194E72" w:rsidRDefault="00A56447" w:rsidP="00C8486C">
            <w:pPr>
              <w:pStyle w:val="Tabulka-9"/>
            </w:pPr>
            <w:r>
              <w:t>VON</w:t>
            </w:r>
          </w:p>
        </w:tc>
        <w:tc>
          <w:tcPr>
            <w:tcW w:w="4434" w:type="dxa"/>
          </w:tcPr>
          <w:p w14:paraId="7E1C6361" w14:textId="2375F8AE" w:rsidR="00955D86" w:rsidRPr="00194E72" w:rsidRDefault="00A674DD" w:rsidP="00C8486C">
            <w:pPr>
              <w:pStyle w:val="Tabulka-9"/>
            </w:pPr>
            <w:r>
              <w:t>2</w:t>
            </w:r>
            <w:r w:rsidR="008959F3">
              <w:t>0</w:t>
            </w:r>
            <w:r w:rsidR="00955D86">
              <w:t xml:space="preserve"> měsíc</w:t>
            </w:r>
            <w:r w:rsidR="008959F3">
              <w:t>ů</w:t>
            </w:r>
            <w:r w:rsidR="00955D86">
              <w:t xml:space="preserve"> od </w:t>
            </w:r>
            <w:r w:rsidR="00A56447">
              <w:t>D</w:t>
            </w:r>
            <w:r w:rsidR="008959F3">
              <w:t>ata zahájení prací</w:t>
            </w:r>
          </w:p>
        </w:tc>
      </w:tr>
    </w:tbl>
    <w:p w14:paraId="6D97BCD1" w14:textId="77777777" w:rsidR="003259C2" w:rsidRPr="00EF10BA" w:rsidRDefault="003259C2" w:rsidP="001C7156">
      <w:pPr>
        <w:pStyle w:val="PNTextbezodsazmezer"/>
        <w:rPr>
          <w:highlight w:val="green"/>
        </w:rPr>
      </w:pPr>
    </w:p>
    <w:p w14:paraId="5F1A0336" w14:textId="77777777" w:rsidR="009C08E5" w:rsidRDefault="009C08E5" w:rsidP="009C08E5">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3F32102D" w14:textId="03FA198B" w:rsidR="009C08E5" w:rsidRPr="000324C1" w:rsidRDefault="009C08E5" w:rsidP="00752493">
      <w:pPr>
        <w:pStyle w:val="PNTextzkladn"/>
      </w:pPr>
      <w:r w:rsidRPr="000324C1">
        <w:t>Do Pod-článku 1.1.6.11 písm. a) se na konec věty vypouští tečka, která se nahrazuje čárkou a vkládá se nové písmeno (vi), které zní: „z přímo použitelného předpisu Evropské unie, kterým se provádí rozhodnutí přijatá na základě ustanovení Smlouvy o Evropské unii o společné zahraniční a bezpečnostní politice“.</w:t>
      </w:r>
    </w:p>
    <w:p w14:paraId="71338DB7" w14:textId="094BE237" w:rsidR="00C96E7C" w:rsidRDefault="00C96E7C" w:rsidP="00150E39">
      <w:pPr>
        <w:pStyle w:val="PNNadpis10bPod-l111"/>
      </w:pPr>
      <w:r>
        <w:t xml:space="preserve">1.3 </w:t>
      </w:r>
      <w:r w:rsidR="001C7156">
        <w:tab/>
      </w:r>
      <w:r>
        <w:t>Elektronické přenosové systémy</w:t>
      </w:r>
    </w:p>
    <w:p w14:paraId="516E2FD1" w14:textId="77777777" w:rsidR="000324C1"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7286A59F" w14:textId="17EF62E8" w:rsidR="000324C1" w:rsidRDefault="000324C1" w:rsidP="005D168C">
      <w:pPr>
        <w:pStyle w:val="PNTextzkladn"/>
      </w:pPr>
      <w:r>
        <w:t>Elektronický přenosový systém ve smyslu Pod-článku 1.3 je i požadavek na Společné datové prostředí, ve smyslu přílohy BIM Protokolu (použije-li se) - Požadavky na Společné datové prostředí (CDE).</w:t>
      </w:r>
    </w:p>
    <w:p w14:paraId="61D0A5FB" w14:textId="4EA956A7"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lastRenderedPageBreak/>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6C3E51F4" w14:textId="2A9B3462" w:rsidR="00C0044F" w:rsidRDefault="00C0044F" w:rsidP="00150E39">
      <w:pPr>
        <w:pStyle w:val="PNNadpis10bPod-l111"/>
      </w:pPr>
      <w:r>
        <w:t>1.5 Hierarchie smluvních dokumentů</w:t>
      </w:r>
    </w:p>
    <w:p w14:paraId="690DEB6F" w14:textId="77777777" w:rsidR="00C0044F" w:rsidRPr="00677A1B" w:rsidRDefault="00C0044F" w:rsidP="00C0044F">
      <w:pPr>
        <w:pStyle w:val="PNTextzkladn"/>
      </w:pPr>
      <w:r w:rsidRPr="00B73299">
        <w:t>Součástí Díla není BIM Protokol.</w:t>
      </w:r>
      <w:r w:rsidRPr="00677A1B">
        <w:t xml:space="preserve"> </w:t>
      </w:r>
    </w:p>
    <w:p w14:paraId="3A94FF2B" w14:textId="67EF8E98"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1C62B08" w14:textId="77777777"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45AE317C" w:rsidR="00C96E7C" w:rsidRDefault="00C96E7C" w:rsidP="005D168C">
      <w:pPr>
        <w:pStyle w:val="PNTextzkladn"/>
      </w:pPr>
      <w:r>
        <w:t xml:space="preserve">Přístup na Staveniště bude Zhotoviteli umožněn od </w:t>
      </w:r>
      <w:r w:rsidR="00A674DD">
        <w:t>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B73299">
      <w:pPr>
        <w:pStyle w:val="PNTextzkladn"/>
        <w:spacing w:after="80"/>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6B4DB303" w14:textId="43DD5AE4" w:rsidR="00A674DD" w:rsidRDefault="00A674DD" w:rsidP="00A674DD">
      <w:pPr>
        <w:pStyle w:val="PNOdrka1-"/>
        <w:rPr>
          <w:rStyle w:val="Hypertextovodkaz"/>
          <w:noProof w:val="0"/>
          <w:color w:val="auto"/>
          <w:u w:val="none"/>
        </w:rPr>
      </w:pPr>
      <w:r w:rsidRPr="00FB7C02">
        <w:t xml:space="preserve">Ing. Pavel Stejskal, e-mail: </w:t>
      </w:r>
      <w:hyperlink r:id="rId14" w:history="1">
        <w:r w:rsidRPr="00FB7C02">
          <w:rPr>
            <w:rStyle w:val="Hypertextovodkaz"/>
          </w:rPr>
          <w:t>StejskalPa@spravazeleznic.cz</w:t>
        </w:r>
      </w:hyperlink>
      <w:r w:rsidRPr="00FB7C02">
        <w:rPr>
          <w:rStyle w:val="Hypertextovodkaz"/>
          <w:color w:val="auto"/>
          <w:u w:val="none"/>
        </w:rPr>
        <w:t>, tel.: +420 601 367</w:t>
      </w:r>
      <w:r>
        <w:rPr>
          <w:rStyle w:val="Hypertextovodkaz"/>
          <w:color w:val="auto"/>
          <w:u w:val="none"/>
        </w:rPr>
        <w:t> </w:t>
      </w:r>
      <w:r w:rsidRPr="00FB7C02">
        <w:rPr>
          <w:rStyle w:val="Hypertextovodkaz"/>
          <w:color w:val="auto"/>
          <w:u w:val="none"/>
        </w:rPr>
        <w:t>927</w:t>
      </w:r>
    </w:p>
    <w:p w14:paraId="7798C853" w14:textId="7D0A189E" w:rsidR="00A674DD" w:rsidRDefault="00A674DD" w:rsidP="00A674DD">
      <w:pPr>
        <w:pStyle w:val="PNOdrka1-"/>
        <w:numPr>
          <w:ilvl w:val="0"/>
          <w:numId w:val="0"/>
        </w:numPr>
        <w:rPr>
          <w:rStyle w:val="Hypertextovodkaz"/>
          <w:color w:val="auto"/>
          <w:u w:val="none"/>
        </w:rPr>
      </w:pPr>
      <w:r>
        <w:rPr>
          <w:rStyle w:val="Hypertextovodkaz"/>
          <w:color w:val="auto"/>
          <w:u w:val="none"/>
        </w:rPr>
        <w:t>Ve věcech technických</w:t>
      </w:r>
    </w:p>
    <w:p w14:paraId="330AF868" w14:textId="54D4C48F" w:rsidR="00350D39" w:rsidRDefault="00350D39" w:rsidP="00350D39">
      <w:pPr>
        <w:pStyle w:val="PNOdrka1-"/>
      </w:pPr>
      <w:r>
        <w:t xml:space="preserve">Pavel Žižkovský, e-mail: </w:t>
      </w:r>
      <w:hyperlink r:id="rId15" w:history="1">
        <w:r w:rsidRPr="009C78A3">
          <w:rPr>
            <w:rStyle w:val="Hypertextovodkaz"/>
            <w:noProof w:val="0"/>
          </w:rPr>
          <w:t>Zizkovsky@spravazeleznic.cz</w:t>
        </w:r>
      </w:hyperlink>
      <w:r>
        <w:t>, tel.: +420 725 749 074</w:t>
      </w:r>
    </w:p>
    <w:p w14:paraId="088A8973" w14:textId="710E530C" w:rsidR="00350D39" w:rsidRPr="00FB7C02" w:rsidRDefault="00350D39" w:rsidP="00350D39">
      <w:pPr>
        <w:pStyle w:val="PNOdrka1-"/>
      </w:pPr>
      <w:r>
        <w:t xml:space="preserve">Mgr. Bc. František Fiala, DiS., e-mail: </w:t>
      </w:r>
      <w:hyperlink r:id="rId16" w:history="1">
        <w:r w:rsidRPr="009C78A3">
          <w:rPr>
            <w:rStyle w:val="Hypertextovodkaz"/>
            <w:noProof w:val="0"/>
          </w:rPr>
          <w:t>FialaF@spravazeleznic.cz</w:t>
        </w:r>
      </w:hyperlink>
      <w:r>
        <w:t>, tel.: +420 702 086 386</w:t>
      </w:r>
    </w:p>
    <w:p w14:paraId="617E3076" w14:textId="2696EE73" w:rsidR="000C2BF9" w:rsidRDefault="000C2BF9" w:rsidP="000C2BF9">
      <w:pPr>
        <w:pStyle w:val="PNOdrka1-"/>
        <w:numPr>
          <w:ilvl w:val="0"/>
          <w:numId w:val="0"/>
        </w:numPr>
      </w:pPr>
      <w:r w:rsidRPr="00D57164">
        <w:t>Ve věcech geodetických (úředně oprávněný zeměměřický inženýr):</w:t>
      </w:r>
    </w:p>
    <w:p w14:paraId="74280F4D" w14:textId="4762258E" w:rsidR="000C2BF9" w:rsidRDefault="00D57164" w:rsidP="000C2BF9">
      <w:pPr>
        <w:pStyle w:val="PNOdrka1-"/>
      </w:pPr>
      <w:r>
        <w:t xml:space="preserve">Ing. Jan Hloušek, e-mail: </w:t>
      </w:r>
      <w:hyperlink r:id="rId17" w:history="1">
        <w:r w:rsidRPr="00FF5A84">
          <w:rPr>
            <w:rStyle w:val="Hypertextovodkaz"/>
            <w:noProof w:val="0"/>
          </w:rPr>
          <w:t>HlousekJ@spravazeleznic.cz</w:t>
        </w:r>
      </w:hyperlink>
      <w:r>
        <w:t>, tel.: +420 724 336 084</w:t>
      </w:r>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lastRenderedPageBreak/>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1EF2860E" w14:textId="77777777" w:rsidR="00C96E7C" w:rsidRDefault="00071A0E" w:rsidP="005D168C">
      <w:pPr>
        <w:pStyle w:val="PNTextzkladn"/>
      </w:pPr>
      <w:r>
        <w:t xml:space="preserve"> [</w:t>
      </w:r>
      <w:r w:rsidRPr="00E41EEA">
        <w:rPr>
          <w:highlight w:val="yellow"/>
        </w:rPr>
        <w:t>VLOŽÍ ZHOTOVITE</w:t>
      </w:r>
      <w:r>
        <w:t>L]</w:t>
      </w: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106CFA33"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w:t>
      </w:r>
      <w:r w:rsidR="00350D39">
        <w:t xml:space="preserve"> </w:t>
      </w:r>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D6429A" w14:textId="797B71DA" w:rsidR="00C96E7C" w:rsidRPr="00CF609C" w:rsidRDefault="00C96E7C" w:rsidP="00CF609C">
      <w:pPr>
        <w:pStyle w:val="PNNadpis9b-tun"/>
      </w:pPr>
      <w:r w:rsidRPr="00CF609C">
        <w:t>Pod-článek 4.27 (e)</w:t>
      </w:r>
      <w:r w:rsidR="00582C15" w:rsidRPr="00CF609C">
        <w:t xml:space="preserve"> </w:t>
      </w:r>
    </w:p>
    <w:p w14:paraId="17F76087" w14:textId="57AF3A50" w:rsidR="00C0044F" w:rsidRPr="00CF609C" w:rsidRDefault="00C0044F" w:rsidP="00C0044F">
      <w:pPr>
        <w:pStyle w:val="PNTextzkladn"/>
      </w:pPr>
      <w:bookmarkStart w:id="0" w:name="_Hlk188543065"/>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 je</w:t>
      </w:r>
      <w:r w:rsidRPr="0097244A">
        <w:t xml:space="preserve"> Zhotovitel povinen zaplatit za každé jednotlivé porušení oznamovací povinnosti smluvní pokutu ve výši 100.000 Kč.</w:t>
      </w:r>
      <w:bookmarkEnd w:id="0"/>
    </w:p>
    <w:p w14:paraId="45968FFF" w14:textId="77777777" w:rsidR="00C96E7C" w:rsidRPr="00CF609C" w:rsidRDefault="00C96E7C" w:rsidP="00CF609C">
      <w:pPr>
        <w:pStyle w:val="PNNadpis9b-tun"/>
      </w:pPr>
      <w:r w:rsidRPr="00CF609C">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lastRenderedPageBreak/>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4DD3AB71" w:rsidR="00C96E7C" w:rsidRPr="00CF609C" w:rsidRDefault="00C96E7C" w:rsidP="00CF609C">
      <w:pPr>
        <w:pStyle w:val="PNNadpis9b-tun"/>
      </w:pPr>
      <w:r w:rsidRPr="00CF609C">
        <w:t>Pod-článek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lastRenderedPageBreak/>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412E118A" w14:textId="77777777" w:rsidR="001927B4"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763067BA" w14:textId="35C70925" w:rsidR="00B92BAD" w:rsidRDefault="00B92BAD" w:rsidP="00B92BAD">
      <w:pPr>
        <w:pStyle w:val="PNNadpis9b-tun"/>
      </w:pPr>
      <w:bookmarkStart w:id="1" w:name="_Hlk188543102"/>
      <w:r w:rsidRPr="00CF609C">
        <w:t>Pod-článek 4.27 (x)</w:t>
      </w:r>
      <w:bookmarkEnd w:id="1"/>
    </w:p>
    <w:p w14:paraId="6CC7286C" w14:textId="77777777" w:rsidR="00B92BAD" w:rsidRPr="00B73299" w:rsidRDefault="00B92BAD" w:rsidP="00B92BAD">
      <w:pPr>
        <w:pStyle w:val="Textkomente"/>
        <w:rPr>
          <w:rFonts w:asciiTheme="minorHAnsi" w:hAnsiTheme="minorHAnsi"/>
          <w:sz w:val="18"/>
          <w:szCs w:val="18"/>
        </w:rPr>
      </w:pPr>
      <w:bookmarkStart w:id="2" w:name="_Hlk188543126"/>
      <w:r w:rsidRPr="00B73299">
        <w:rPr>
          <w:rFonts w:asciiTheme="minorHAnsi" w:hAnsiTheme="minorHAnsi"/>
          <w:sz w:val="18"/>
          <w:szCs w:val="18"/>
        </w:rPr>
        <w:t>Tento Pod-článek se neuplatní.</w:t>
      </w:r>
    </w:p>
    <w:bookmarkEnd w:id="2"/>
    <w:p w14:paraId="1F63B580" w14:textId="77777777" w:rsidR="00C96E7C" w:rsidRDefault="00C96E7C" w:rsidP="00150E39">
      <w:pPr>
        <w:pStyle w:val="PNNadpis10bPod-l111"/>
      </w:pPr>
      <w:r>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t>4.28</w:t>
      </w:r>
      <w:r w:rsidR="00150E39">
        <w:tab/>
      </w:r>
      <w:r>
        <w:t>Postupné závazné milníky</w:t>
      </w:r>
    </w:p>
    <w:p w14:paraId="10E59944" w14:textId="77777777" w:rsidR="00150E39" w:rsidRPr="00150E39" w:rsidRDefault="00500582" w:rsidP="00150E39">
      <w:pPr>
        <w:pStyle w:val="PNTextzkladn"/>
      </w:pPr>
      <w:r w:rsidRPr="00150E39">
        <w:t>Pro provádění Díla nejsou stanoveny žádné postupné milníky.</w:t>
      </w:r>
      <w:r w:rsidR="00F87750" w:rsidRPr="00150E39">
        <w:t xml:space="preserve"> </w:t>
      </w:r>
    </w:p>
    <w:p w14:paraId="48876814" w14:textId="7A4A0B9B" w:rsidR="00C96E7C" w:rsidRDefault="00C96E7C" w:rsidP="00150E39">
      <w:pPr>
        <w:pStyle w:val="PNNadpis10bPod-l111"/>
      </w:pPr>
      <w:r>
        <w:t>8.2, 8.4</w:t>
      </w:r>
      <w:r w:rsidR="00150E39">
        <w:tab/>
      </w:r>
      <w:r>
        <w:t xml:space="preserve">Doba pro </w:t>
      </w:r>
      <w:r w:rsidRPr="00150E39">
        <w:t>dokončení</w:t>
      </w:r>
      <w:r>
        <w:t>, Prodloužení doby pro dokončení</w:t>
      </w:r>
    </w:p>
    <w:p w14:paraId="0DB09425" w14:textId="10CDBE1B"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0B70FB">
        <w:t>20 měsíců</w:t>
      </w:r>
      <w:r>
        <w:t xml:space="preserve"> od Data zahájení prací.</w:t>
      </w:r>
    </w:p>
    <w:p w14:paraId="2E6FB856" w14:textId="77777777" w:rsidR="0046368B" w:rsidRDefault="0046368B" w:rsidP="0046368B">
      <w:pPr>
        <w:pStyle w:val="PNNadpis10bPod-l111"/>
      </w:pPr>
      <w:r>
        <w:t xml:space="preserve">8.3 </w:t>
      </w:r>
      <w:r>
        <w:tab/>
        <w:t>Harmonogram</w:t>
      </w:r>
    </w:p>
    <w:p w14:paraId="2637896E" w14:textId="77777777" w:rsidR="00C853DD" w:rsidRPr="001F4C4A" w:rsidRDefault="00C853DD" w:rsidP="00C853DD">
      <w:pPr>
        <w:pStyle w:val="PNTextzkladn"/>
      </w:pPr>
      <w:r>
        <w:t xml:space="preserve">Použité slovní spojení „stavební objekt“ v písmenu (k) bodu (iii) Pod-článku 8.3 se vypouští a nahrazuje se slovem „objekt“. </w:t>
      </w:r>
    </w:p>
    <w:p w14:paraId="7E99B1B4" w14:textId="77777777" w:rsidR="000D5A97" w:rsidRDefault="000D5A97" w:rsidP="00150E39">
      <w:pPr>
        <w:pStyle w:val="PNNadpis10bPod-l111"/>
      </w:pPr>
      <w:r>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lastRenderedPageBreak/>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581F1B6B" w14:textId="77777777" w:rsidR="00C96E7C" w:rsidRPr="00D42C7E" w:rsidRDefault="00C96E7C" w:rsidP="00D42C7E">
      <w:pPr>
        <w:pStyle w:val="PNTextzkladn"/>
      </w:pPr>
      <w:r w:rsidRPr="00D42C7E">
        <w:t>Zálohová platba se neposkytuje.</w:t>
      </w:r>
    </w:p>
    <w:p w14:paraId="3639742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528DA8C" w14:textId="77777777" w:rsidR="00C96E7C" w:rsidRDefault="00C96E7C" w:rsidP="00582C15">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1E41D5D8" w:rsidR="00C96E7C" w:rsidRDefault="00C96E7C" w:rsidP="00EE7DC3">
      <w:pPr>
        <w:pStyle w:val="PNTextzkladn"/>
      </w:pPr>
      <w:r>
        <w:t xml:space="preserve">Minimální </w:t>
      </w:r>
      <w:r w:rsidRPr="00EE7DC3">
        <w:t>částka</w:t>
      </w:r>
      <w:r>
        <w:t xml:space="preserve"> Potvrzení průběžné platby není stanovena. </w:t>
      </w: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967F7C">
      <w:footerReference w:type="even" r:id="rId18"/>
      <w:footerReference w:type="default" r:id="rId19"/>
      <w:headerReference w:type="first" r:id="rId20"/>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060BD0" w14:textId="77777777" w:rsidR="00092924" w:rsidRDefault="00092924" w:rsidP="00962258">
      <w:pPr>
        <w:spacing w:after="0" w:line="240" w:lineRule="auto"/>
      </w:pPr>
      <w:r>
        <w:separator/>
      </w:r>
    </w:p>
  </w:endnote>
  <w:endnote w:type="continuationSeparator" w:id="0">
    <w:p w14:paraId="259AFCC8" w14:textId="77777777" w:rsidR="00092924" w:rsidRDefault="0009292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1E67E867"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c>
        <w:tcPr>
          <w:tcW w:w="0" w:type="auto"/>
          <w:vAlign w:val="bottom"/>
        </w:tcPr>
        <w:p w14:paraId="51F4B3C8" w14:textId="77777777" w:rsidR="00031645" w:rsidRDefault="00031645" w:rsidP="00031645">
          <w:pPr>
            <w:pStyle w:val="Zpatvlevo"/>
          </w:pPr>
          <w:r>
            <w:t>Příloha k a nabídce</w:t>
          </w:r>
        </w:p>
        <w:p w14:paraId="33A1E2B6" w14:textId="408A6E2D"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A56447" w:rsidRPr="00A56447">
            <w:rPr>
              <w:bCs/>
              <w:noProof/>
            </w:rPr>
            <w:t>Oprava trakčního vedení v úseku Dřísy (mimo) - Všetaty</w:t>
          </w:r>
          <w:r w:rsidR="00A56447">
            <w:rPr>
              <w:b/>
              <w:noProof/>
            </w:rPr>
            <w:t xml:space="preserve"> (mimo)</w:t>
          </w:r>
          <w:r w:rsidR="00A56447">
            <w:rPr>
              <w:b/>
              <w:noProof/>
            </w:rPr>
            <w:cr/>
          </w:r>
          <w:r w:rsidRPr="00967F7C">
            <w:rPr>
              <w:b/>
              <w:noProof/>
            </w:rPr>
            <w:fldChar w:fldCharType="end"/>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Default="00031645" w:rsidP="007213E4">
          <w:pPr>
            <w:pStyle w:val="Zpatvpravo"/>
          </w:pPr>
          <w:r w:rsidRPr="007213E4">
            <w:t>Příloha</w:t>
          </w:r>
          <w:r>
            <w:t xml:space="preserve"> k nabídce</w:t>
          </w:r>
        </w:p>
        <w:p w14:paraId="625FB912" w14:textId="3B485E19"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A56447" w:rsidRPr="00A56447">
            <w:rPr>
              <w:noProof/>
            </w:rPr>
            <w:t>Oprava trakčního vedení v úseku Dřísy (mimo) - Všetaty</w:t>
          </w:r>
          <w:r w:rsidR="00A56447">
            <w:rPr>
              <w:b/>
              <w:noProof/>
            </w:rPr>
            <w:t xml:space="preserve"> (mimo)</w:t>
          </w:r>
          <w:r w:rsidR="00A56447">
            <w:rPr>
              <w:b/>
              <w:noProof/>
            </w:rPr>
            <w:cr/>
          </w:r>
          <w:r w:rsidRPr="00967F7C">
            <w:rPr>
              <w:b/>
              <w:noProof/>
            </w:rPr>
            <w:fldChar w:fldCharType="end"/>
          </w:r>
        </w:p>
      </w:tc>
      <w:tc>
        <w:tcPr>
          <w:tcW w:w="1021" w:type="dxa"/>
          <w:vAlign w:val="bottom"/>
        </w:tcPr>
        <w:p w14:paraId="0D4BC8B9" w14:textId="0802D275"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5F6721" w14:textId="77777777" w:rsidR="00092924" w:rsidRDefault="00092924" w:rsidP="00962258">
      <w:pPr>
        <w:spacing w:after="0" w:line="240" w:lineRule="auto"/>
      </w:pPr>
      <w:r>
        <w:separator/>
      </w:r>
    </w:p>
  </w:footnote>
  <w:footnote w:type="continuationSeparator" w:id="0">
    <w:p w14:paraId="629DD365" w14:textId="77777777" w:rsidR="00092924" w:rsidRDefault="0009292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6A7993C7" w:rsidR="00031645" w:rsidRPr="00B8518B" w:rsidRDefault="00031645" w:rsidP="00FC6389">
          <w:pPr>
            <w:pStyle w:val="Zpat"/>
            <w:rPr>
              <w:rStyle w:val="slostrnky"/>
            </w:rPr>
          </w:pPr>
        </w:p>
      </w:tc>
      <w:tc>
        <w:tcPr>
          <w:tcW w:w="3458" w:type="dxa"/>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tcMar>
            <w:left w:w="0" w:type="dxa"/>
            <w:right w:w="0" w:type="dxa"/>
          </w:tcMar>
        </w:tcPr>
        <w:p w14:paraId="5BE9C733" w14:textId="77777777" w:rsidR="00031645" w:rsidRDefault="00031645" w:rsidP="00FC6389">
          <w:pPr>
            <w:pStyle w:val="Zpat"/>
          </w:pPr>
        </w:p>
      </w:tc>
      <w:tc>
        <w:tcPr>
          <w:tcW w:w="5756" w:type="dxa"/>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A09AC17A"/>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4070991"/>
    <w:multiLevelType w:val="multilevel"/>
    <w:tmpl w:val="CABE99FC"/>
    <w:numStyleLink w:val="ListNumbermultilevel"/>
  </w:abstractNum>
  <w:num w:numId="1" w16cid:durableId="1420132247">
    <w:abstractNumId w:val="1"/>
  </w:num>
  <w:num w:numId="2" w16cid:durableId="392630585">
    <w:abstractNumId w:val="0"/>
  </w:num>
  <w:num w:numId="3" w16cid:durableId="1796832962">
    <w:abstractNumId w:val="6"/>
  </w:num>
  <w:num w:numId="4" w16cid:durableId="743255973">
    <w:abstractNumId w:val="2"/>
  </w:num>
  <w:num w:numId="5" w16cid:durableId="372269546">
    <w:abstractNumId w:val="4"/>
  </w:num>
  <w:num w:numId="6" w16cid:durableId="1228616587">
    <w:abstractNumId w:val="5"/>
  </w:num>
  <w:num w:numId="7" w16cid:durableId="776754419">
    <w:abstractNumId w:val="3"/>
  </w:num>
  <w:num w:numId="8" w16cid:durableId="6186109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77E8"/>
    <w:rsid w:val="00011269"/>
    <w:rsid w:val="00011361"/>
    <w:rsid w:val="0001183F"/>
    <w:rsid w:val="00017F3C"/>
    <w:rsid w:val="00020097"/>
    <w:rsid w:val="00023076"/>
    <w:rsid w:val="00030170"/>
    <w:rsid w:val="00031645"/>
    <w:rsid w:val="000324C1"/>
    <w:rsid w:val="00041EC8"/>
    <w:rsid w:val="00044C35"/>
    <w:rsid w:val="000519C9"/>
    <w:rsid w:val="000543DB"/>
    <w:rsid w:val="0006588D"/>
    <w:rsid w:val="00067A5E"/>
    <w:rsid w:val="000719BB"/>
    <w:rsid w:val="00071A0E"/>
    <w:rsid w:val="00072A65"/>
    <w:rsid w:val="00072C1E"/>
    <w:rsid w:val="00073857"/>
    <w:rsid w:val="00080EC0"/>
    <w:rsid w:val="00092924"/>
    <w:rsid w:val="00097CAC"/>
    <w:rsid w:val="000B4EB8"/>
    <w:rsid w:val="000B70FB"/>
    <w:rsid w:val="000C2BF9"/>
    <w:rsid w:val="000C40E5"/>
    <w:rsid w:val="000C41F2"/>
    <w:rsid w:val="000D22C4"/>
    <w:rsid w:val="000D27D1"/>
    <w:rsid w:val="000D5A97"/>
    <w:rsid w:val="000D5FCB"/>
    <w:rsid w:val="000E0B11"/>
    <w:rsid w:val="000E1A7F"/>
    <w:rsid w:val="000E26D2"/>
    <w:rsid w:val="000E79BD"/>
    <w:rsid w:val="000F4591"/>
    <w:rsid w:val="00103BEA"/>
    <w:rsid w:val="00105CF6"/>
    <w:rsid w:val="00112864"/>
    <w:rsid w:val="00114472"/>
    <w:rsid w:val="00114988"/>
    <w:rsid w:val="001149ED"/>
    <w:rsid w:val="00115069"/>
    <w:rsid w:val="001150F2"/>
    <w:rsid w:val="001174DF"/>
    <w:rsid w:val="0012024F"/>
    <w:rsid w:val="00126C15"/>
    <w:rsid w:val="001374CE"/>
    <w:rsid w:val="00145961"/>
    <w:rsid w:val="00146747"/>
    <w:rsid w:val="00146DA1"/>
    <w:rsid w:val="00150E39"/>
    <w:rsid w:val="00152473"/>
    <w:rsid w:val="00152D40"/>
    <w:rsid w:val="00157862"/>
    <w:rsid w:val="001656A2"/>
    <w:rsid w:val="001679B8"/>
    <w:rsid w:val="00170EC5"/>
    <w:rsid w:val="001747C1"/>
    <w:rsid w:val="00174FB5"/>
    <w:rsid w:val="00176A06"/>
    <w:rsid w:val="00177D6B"/>
    <w:rsid w:val="00191F90"/>
    <w:rsid w:val="001927B4"/>
    <w:rsid w:val="00194E72"/>
    <w:rsid w:val="001965E6"/>
    <w:rsid w:val="001B022A"/>
    <w:rsid w:val="001B4E74"/>
    <w:rsid w:val="001C4364"/>
    <w:rsid w:val="001C645F"/>
    <w:rsid w:val="001C7156"/>
    <w:rsid w:val="001D0F98"/>
    <w:rsid w:val="001E29B2"/>
    <w:rsid w:val="001E3C56"/>
    <w:rsid w:val="001E61A4"/>
    <w:rsid w:val="001E678E"/>
    <w:rsid w:val="001F4C4A"/>
    <w:rsid w:val="00204751"/>
    <w:rsid w:val="002071BB"/>
    <w:rsid w:val="00207DF5"/>
    <w:rsid w:val="0021172F"/>
    <w:rsid w:val="00234038"/>
    <w:rsid w:val="0023464E"/>
    <w:rsid w:val="00235D7C"/>
    <w:rsid w:val="00240B81"/>
    <w:rsid w:val="00240ED7"/>
    <w:rsid w:val="00244767"/>
    <w:rsid w:val="00246758"/>
    <w:rsid w:val="00247D01"/>
    <w:rsid w:val="00250FC0"/>
    <w:rsid w:val="00260D49"/>
    <w:rsid w:val="00261A5B"/>
    <w:rsid w:val="00262E5B"/>
    <w:rsid w:val="00276AFE"/>
    <w:rsid w:val="00280DFD"/>
    <w:rsid w:val="00290C4E"/>
    <w:rsid w:val="0029122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12736"/>
    <w:rsid w:val="00322AA5"/>
    <w:rsid w:val="003259C2"/>
    <w:rsid w:val="00327EEF"/>
    <w:rsid w:val="0033239F"/>
    <w:rsid w:val="003341BC"/>
    <w:rsid w:val="0034274B"/>
    <w:rsid w:val="00346C2C"/>
    <w:rsid w:val="00346D36"/>
    <w:rsid w:val="0034719F"/>
    <w:rsid w:val="00350A35"/>
    <w:rsid w:val="00350D39"/>
    <w:rsid w:val="00351744"/>
    <w:rsid w:val="003571D8"/>
    <w:rsid w:val="00357BC6"/>
    <w:rsid w:val="00361422"/>
    <w:rsid w:val="00366226"/>
    <w:rsid w:val="003678F1"/>
    <w:rsid w:val="00367EBA"/>
    <w:rsid w:val="00373532"/>
    <w:rsid w:val="0037545D"/>
    <w:rsid w:val="003907DF"/>
    <w:rsid w:val="003910F9"/>
    <w:rsid w:val="0039276A"/>
    <w:rsid w:val="00392C74"/>
    <w:rsid w:val="00392EB6"/>
    <w:rsid w:val="00394B06"/>
    <w:rsid w:val="00394C56"/>
    <w:rsid w:val="003956C6"/>
    <w:rsid w:val="003A14A2"/>
    <w:rsid w:val="003B3E68"/>
    <w:rsid w:val="003C33F2"/>
    <w:rsid w:val="003C5F1F"/>
    <w:rsid w:val="003D2A71"/>
    <w:rsid w:val="003D756E"/>
    <w:rsid w:val="003E2E24"/>
    <w:rsid w:val="003E420D"/>
    <w:rsid w:val="003E4C13"/>
    <w:rsid w:val="003F2099"/>
    <w:rsid w:val="003F7B6D"/>
    <w:rsid w:val="004001A6"/>
    <w:rsid w:val="004078F3"/>
    <w:rsid w:val="004220DE"/>
    <w:rsid w:val="0042532F"/>
    <w:rsid w:val="00427794"/>
    <w:rsid w:val="004309EE"/>
    <w:rsid w:val="00441B4D"/>
    <w:rsid w:val="00450F07"/>
    <w:rsid w:val="00453CD3"/>
    <w:rsid w:val="004571F9"/>
    <w:rsid w:val="00460660"/>
    <w:rsid w:val="0046368B"/>
    <w:rsid w:val="00464BA9"/>
    <w:rsid w:val="00483969"/>
    <w:rsid w:val="00486107"/>
    <w:rsid w:val="00491827"/>
    <w:rsid w:val="004920B1"/>
    <w:rsid w:val="004A00B4"/>
    <w:rsid w:val="004C4399"/>
    <w:rsid w:val="004C4830"/>
    <w:rsid w:val="004C6F56"/>
    <w:rsid w:val="004C787C"/>
    <w:rsid w:val="004D165A"/>
    <w:rsid w:val="004D225E"/>
    <w:rsid w:val="004D4B84"/>
    <w:rsid w:val="004D5036"/>
    <w:rsid w:val="004E0643"/>
    <w:rsid w:val="004E7646"/>
    <w:rsid w:val="004E7A1F"/>
    <w:rsid w:val="004F1FAF"/>
    <w:rsid w:val="004F4B9B"/>
    <w:rsid w:val="00500582"/>
    <w:rsid w:val="0050666E"/>
    <w:rsid w:val="005075E5"/>
    <w:rsid w:val="00511AB9"/>
    <w:rsid w:val="0051377C"/>
    <w:rsid w:val="00523BB5"/>
    <w:rsid w:val="00523EA7"/>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90A2D"/>
    <w:rsid w:val="005A1F44"/>
    <w:rsid w:val="005A2C8F"/>
    <w:rsid w:val="005B7883"/>
    <w:rsid w:val="005C3269"/>
    <w:rsid w:val="005C4979"/>
    <w:rsid w:val="005C50A5"/>
    <w:rsid w:val="005C5664"/>
    <w:rsid w:val="005C6607"/>
    <w:rsid w:val="005C7A23"/>
    <w:rsid w:val="005D168C"/>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2149E"/>
    <w:rsid w:val="00653101"/>
    <w:rsid w:val="0065610E"/>
    <w:rsid w:val="00660AD3"/>
    <w:rsid w:val="00667A98"/>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C736D"/>
    <w:rsid w:val="006E0578"/>
    <w:rsid w:val="006E13F8"/>
    <w:rsid w:val="006E314D"/>
    <w:rsid w:val="006E767C"/>
    <w:rsid w:val="006F3A6E"/>
    <w:rsid w:val="006F75EE"/>
    <w:rsid w:val="00700C23"/>
    <w:rsid w:val="00701336"/>
    <w:rsid w:val="00702811"/>
    <w:rsid w:val="007055DC"/>
    <w:rsid w:val="00710723"/>
    <w:rsid w:val="00713984"/>
    <w:rsid w:val="007213E4"/>
    <w:rsid w:val="00723ED1"/>
    <w:rsid w:val="00726A41"/>
    <w:rsid w:val="00726AFE"/>
    <w:rsid w:val="00740446"/>
    <w:rsid w:val="00740AF5"/>
    <w:rsid w:val="00743525"/>
    <w:rsid w:val="00752493"/>
    <w:rsid w:val="00752D81"/>
    <w:rsid w:val="007541A2"/>
    <w:rsid w:val="00755818"/>
    <w:rsid w:val="00760F84"/>
    <w:rsid w:val="0076286B"/>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DD0"/>
    <w:rsid w:val="008123B6"/>
    <w:rsid w:val="00821D01"/>
    <w:rsid w:val="00822268"/>
    <w:rsid w:val="00824DF9"/>
    <w:rsid w:val="00826B7B"/>
    <w:rsid w:val="008326B8"/>
    <w:rsid w:val="0084163B"/>
    <w:rsid w:val="00846789"/>
    <w:rsid w:val="00846A4F"/>
    <w:rsid w:val="008477AD"/>
    <w:rsid w:val="00857A77"/>
    <w:rsid w:val="008602BD"/>
    <w:rsid w:val="00870145"/>
    <w:rsid w:val="00880831"/>
    <w:rsid w:val="008825B2"/>
    <w:rsid w:val="008842C9"/>
    <w:rsid w:val="0089559E"/>
    <w:rsid w:val="008959F3"/>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4C78"/>
    <w:rsid w:val="0092771B"/>
    <w:rsid w:val="00927B47"/>
    <w:rsid w:val="00936091"/>
    <w:rsid w:val="00940D8A"/>
    <w:rsid w:val="00953532"/>
    <w:rsid w:val="00955D86"/>
    <w:rsid w:val="00962258"/>
    <w:rsid w:val="009678B7"/>
    <w:rsid w:val="00967F7C"/>
    <w:rsid w:val="00984EBC"/>
    <w:rsid w:val="00992D9C"/>
    <w:rsid w:val="00996496"/>
    <w:rsid w:val="00996CB8"/>
    <w:rsid w:val="009A06AE"/>
    <w:rsid w:val="009B0F8A"/>
    <w:rsid w:val="009B1A24"/>
    <w:rsid w:val="009B2E97"/>
    <w:rsid w:val="009B3AC4"/>
    <w:rsid w:val="009B5146"/>
    <w:rsid w:val="009B641A"/>
    <w:rsid w:val="009C08E5"/>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9F7D7A"/>
    <w:rsid w:val="00A05305"/>
    <w:rsid w:val="00A0740E"/>
    <w:rsid w:val="00A10A3F"/>
    <w:rsid w:val="00A10EEB"/>
    <w:rsid w:val="00A14CEF"/>
    <w:rsid w:val="00A1518B"/>
    <w:rsid w:val="00A174BC"/>
    <w:rsid w:val="00A27EBF"/>
    <w:rsid w:val="00A3134E"/>
    <w:rsid w:val="00A318A8"/>
    <w:rsid w:val="00A50641"/>
    <w:rsid w:val="00A530BF"/>
    <w:rsid w:val="00A56447"/>
    <w:rsid w:val="00A6177B"/>
    <w:rsid w:val="00A66136"/>
    <w:rsid w:val="00A674DD"/>
    <w:rsid w:val="00A71189"/>
    <w:rsid w:val="00A728D6"/>
    <w:rsid w:val="00A7364A"/>
    <w:rsid w:val="00A74DCC"/>
    <w:rsid w:val="00A753ED"/>
    <w:rsid w:val="00A77512"/>
    <w:rsid w:val="00A829B1"/>
    <w:rsid w:val="00A83447"/>
    <w:rsid w:val="00A93557"/>
    <w:rsid w:val="00A94994"/>
    <w:rsid w:val="00A94C2F"/>
    <w:rsid w:val="00A9599E"/>
    <w:rsid w:val="00AA227A"/>
    <w:rsid w:val="00AA4CBB"/>
    <w:rsid w:val="00AA641C"/>
    <w:rsid w:val="00AA65FA"/>
    <w:rsid w:val="00AA7351"/>
    <w:rsid w:val="00AA7F27"/>
    <w:rsid w:val="00AB5436"/>
    <w:rsid w:val="00AB56AE"/>
    <w:rsid w:val="00AC4761"/>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431A"/>
    <w:rsid w:val="00B6270B"/>
    <w:rsid w:val="00B73299"/>
    <w:rsid w:val="00B75EE1"/>
    <w:rsid w:val="00B77481"/>
    <w:rsid w:val="00B81113"/>
    <w:rsid w:val="00B81414"/>
    <w:rsid w:val="00B8518B"/>
    <w:rsid w:val="00B92BAD"/>
    <w:rsid w:val="00B94735"/>
    <w:rsid w:val="00B97CC3"/>
    <w:rsid w:val="00BA0EBA"/>
    <w:rsid w:val="00BB1D19"/>
    <w:rsid w:val="00BB79E8"/>
    <w:rsid w:val="00BC04A7"/>
    <w:rsid w:val="00BC05F2"/>
    <w:rsid w:val="00BC06C4"/>
    <w:rsid w:val="00BC60BF"/>
    <w:rsid w:val="00BD7E91"/>
    <w:rsid w:val="00BD7F0D"/>
    <w:rsid w:val="00BF5233"/>
    <w:rsid w:val="00C0044F"/>
    <w:rsid w:val="00C02D0A"/>
    <w:rsid w:val="00C038BD"/>
    <w:rsid w:val="00C03A6E"/>
    <w:rsid w:val="00C072CD"/>
    <w:rsid w:val="00C12C1E"/>
    <w:rsid w:val="00C21179"/>
    <w:rsid w:val="00C226C0"/>
    <w:rsid w:val="00C2298F"/>
    <w:rsid w:val="00C25AE7"/>
    <w:rsid w:val="00C3166B"/>
    <w:rsid w:val="00C33406"/>
    <w:rsid w:val="00C42FE6"/>
    <w:rsid w:val="00C44F6A"/>
    <w:rsid w:val="00C45177"/>
    <w:rsid w:val="00C46D03"/>
    <w:rsid w:val="00C6198E"/>
    <w:rsid w:val="00C708EA"/>
    <w:rsid w:val="00C730C7"/>
    <w:rsid w:val="00C732F0"/>
    <w:rsid w:val="00C778A5"/>
    <w:rsid w:val="00C81FA5"/>
    <w:rsid w:val="00C83340"/>
    <w:rsid w:val="00C8486C"/>
    <w:rsid w:val="00C853DD"/>
    <w:rsid w:val="00C8675B"/>
    <w:rsid w:val="00C95162"/>
    <w:rsid w:val="00C968A1"/>
    <w:rsid w:val="00C96A59"/>
    <w:rsid w:val="00C96E7C"/>
    <w:rsid w:val="00CA2340"/>
    <w:rsid w:val="00CA42A7"/>
    <w:rsid w:val="00CA4600"/>
    <w:rsid w:val="00CA5A14"/>
    <w:rsid w:val="00CA7F24"/>
    <w:rsid w:val="00CB452D"/>
    <w:rsid w:val="00CB4B11"/>
    <w:rsid w:val="00CB67FD"/>
    <w:rsid w:val="00CB6A37"/>
    <w:rsid w:val="00CB7684"/>
    <w:rsid w:val="00CC1440"/>
    <w:rsid w:val="00CC2DCC"/>
    <w:rsid w:val="00CC33C7"/>
    <w:rsid w:val="00CC37E1"/>
    <w:rsid w:val="00CC61EA"/>
    <w:rsid w:val="00CC7C8F"/>
    <w:rsid w:val="00CD0C34"/>
    <w:rsid w:val="00CD1FC4"/>
    <w:rsid w:val="00CD6476"/>
    <w:rsid w:val="00CE030A"/>
    <w:rsid w:val="00CE1DA0"/>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57164"/>
    <w:rsid w:val="00D60543"/>
    <w:rsid w:val="00D6163D"/>
    <w:rsid w:val="00D67376"/>
    <w:rsid w:val="00D803B8"/>
    <w:rsid w:val="00D81A0E"/>
    <w:rsid w:val="00D831A3"/>
    <w:rsid w:val="00D90D67"/>
    <w:rsid w:val="00D975AB"/>
    <w:rsid w:val="00D97BE3"/>
    <w:rsid w:val="00DA23F0"/>
    <w:rsid w:val="00DA3711"/>
    <w:rsid w:val="00DA47EF"/>
    <w:rsid w:val="00DA53DF"/>
    <w:rsid w:val="00DA5E07"/>
    <w:rsid w:val="00DB160C"/>
    <w:rsid w:val="00DC0FD9"/>
    <w:rsid w:val="00DD0A5F"/>
    <w:rsid w:val="00DD24AF"/>
    <w:rsid w:val="00DD46F3"/>
    <w:rsid w:val="00DE56F2"/>
    <w:rsid w:val="00DF116D"/>
    <w:rsid w:val="00DF70D9"/>
    <w:rsid w:val="00E01FF7"/>
    <w:rsid w:val="00E06EDE"/>
    <w:rsid w:val="00E1344F"/>
    <w:rsid w:val="00E13658"/>
    <w:rsid w:val="00E16FF7"/>
    <w:rsid w:val="00E26AD9"/>
    <w:rsid w:val="00E26D68"/>
    <w:rsid w:val="00E30C41"/>
    <w:rsid w:val="00E35CD9"/>
    <w:rsid w:val="00E37BAF"/>
    <w:rsid w:val="00E41EEA"/>
    <w:rsid w:val="00E44045"/>
    <w:rsid w:val="00E45560"/>
    <w:rsid w:val="00E46253"/>
    <w:rsid w:val="00E55B33"/>
    <w:rsid w:val="00E613F3"/>
    <w:rsid w:val="00E618C4"/>
    <w:rsid w:val="00E72324"/>
    <w:rsid w:val="00E73472"/>
    <w:rsid w:val="00E76688"/>
    <w:rsid w:val="00E878EE"/>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57F2E"/>
    <w:rsid w:val="00F659EB"/>
    <w:rsid w:val="00F769B3"/>
    <w:rsid w:val="00F83E24"/>
    <w:rsid w:val="00F86BA6"/>
    <w:rsid w:val="00F87750"/>
    <w:rsid w:val="00F95494"/>
    <w:rsid w:val="00F95772"/>
    <w:rsid w:val="00F97A66"/>
    <w:rsid w:val="00FA401F"/>
    <w:rsid w:val="00FB17ED"/>
    <w:rsid w:val="00FB1DD4"/>
    <w:rsid w:val="00FB6342"/>
    <w:rsid w:val="00FC6389"/>
    <w:rsid w:val="00FD09ED"/>
    <w:rsid w:val="00FD572A"/>
    <w:rsid w:val="00FD5813"/>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84163B"/>
    <w:rPr>
      <w:rFonts w:ascii="Verdana" w:hAnsi="Verdana"/>
    </w:rPr>
  </w:style>
  <w:style w:type="paragraph" w:customStyle="1" w:styleId="Textbezslovn">
    <w:name w:val="_Text_bez_číslování"/>
    <w:basedOn w:val="Normln"/>
    <w:link w:val="TextbezslovnChar"/>
    <w:rsid w:val="0084163B"/>
    <w:pPr>
      <w:spacing w:after="120" w:line="264" w:lineRule="auto"/>
      <w:ind w:left="737"/>
      <w:jc w:val="both"/>
    </w:pPr>
    <w:rPr>
      <w:sz w:val="18"/>
      <w:szCs w:val="18"/>
    </w:rPr>
  </w:style>
  <w:style w:type="character" w:customStyle="1" w:styleId="Odrka1-1Char">
    <w:name w:val="_Odrážka_1-1_• Char"/>
    <w:basedOn w:val="Standardnpsmoodstavce"/>
    <w:link w:val="Odrka1-1"/>
    <w:locked/>
    <w:rsid w:val="00590A2D"/>
  </w:style>
  <w:style w:type="paragraph" w:customStyle="1" w:styleId="Odrka1-1">
    <w:name w:val="_Odrážka_1-1_•"/>
    <w:basedOn w:val="Normln"/>
    <w:link w:val="Odrka1-1Char"/>
    <w:qFormat/>
    <w:rsid w:val="00590A2D"/>
    <w:pPr>
      <w:tabs>
        <w:tab w:val="num" w:pos="1077"/>
      </w:tabs>
      <w:spacing w:after="80" w:line="264" w:lineRule="auto"/>
      <w:ind w:left="1077" w:hanging="340"/>
      <w:jc w:val="both"/>
    </w:pPr>
    <w:rPr>
      <w:rFonts w:asciiTheme="minorHAnsi" w:hAnsiTheme="minorHAnsi"/>
      <w:sz w:val="18"/>
      <w:szCs w:val="18"/>
    </w:rPr>
  </w:style>
  <w:style w:type="character" w:styleId="Nevyeenzmnka">
    <w:name w:val="Unresolved Mention"/>
    <w:basedOn w:val="Standardnpsmoodstavce"/>
    <w:uiPriority w:val="99"/>
    <w:semiHidden/>
    <w:unhideWhenUsed/>
    <w:rsid w:val="00350D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HlousekJ@spravazeleznic.cz" TargetMode="External"/><Relationship Id="rId2" Type="http://schemas.openxmlformats.org/officeDocument/2006/relationships/customXml" Target="../customXml/item2.xml"/><Relationship Id="rId16" Type="http://schemas.openxmlformats.org/officeDocument/2006/relationships/hyperlink" Target="mailto:FialaF@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sikM@spravazeleznic.cz" TargetMode="External"/><Relationship Id="rId5" Type="http://schemas.openxmlformats.org/officeDocument/2006/relationships/numbering" Target="numbering.xml"/><Relationship Id="rId15" Type="http://schemas.openxmlformats.org/officeDocument/2006/relationships/hyperlink" Target="mailto:Zizkovsky@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harovska\AppData\Local\Microsoft\Windows\INetCache\Content.Outlook\1A09FPZE\StejskalPa@spravazeleznic.cz"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245655"/>
    <w:rsid w:val="00280DFD"/>
    <w:rsid w:val="00436061"/>
    <w:rsid w:val="00653101"/>
    <w:rsid w:val="006C736D"/>
    <w:rsid w:val="006F6EFB"/>
    <w:rsid w:val="00CB452D"/>
    <w:rsid w:val="00CC2DCC"/>
    <w:rsid w:val="00DF47C1"/>
    <w:rsid w:val="00E613F3"/>
    <w:rsid w:val="00FD57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F292F0EC-F187-4271-AF66-974CF93D55AF}">
  <ds:schemaRefs>
    <ds:schemaRef ds:uri="http://schemas.openxmlformats.org/officeDocument/2006/bibliography"/>
  </ds:schemaRefs>
</ds:datastoreItem>
</file>

<file path=customXml/itemProps3.xml><?xml version="1.0" encoding="utf-8"?>
<ds:datastoreItem xmlns:ds="http://schemas.openxmlformats.org/officeDocument/2006/customXml" ds:itemID="{3B88ABA8-381B-4E3D-A0C9-BAD47EA061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Díl 2_3 Příloha_k_nabídce_R-F_23-22</Template>
  <TotalTime>0</TotalTime>
  <Pages>7</Pages>
  <Words>2465</Words>
  <Characters>14328</Characters>
  <Application>Microsoft Office Word</Application>
  <DocSecurity>0</DocSecurity>
  <Lines>298</Lines>
  <Paragraphs>204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16589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Uhlík Dominik, Bc.</cp:lastModifiedBy>
  <cp:revision>22</cp:revision>
  <cp:lastPrinted>2025-12-17T08:38:00Z</cp:lastPrinted>
  <dcterms:created xsi:type="dcterms:W3CDTF">2023-06-20T09:01:00Z</dcterms:created>
  <dcterms:modified xsi:type="dcterms:W3CDTF">2025-12-18T06:13:00Z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